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5E" w:rsidRPr="008475F8" w:rsidRDefault="00BD435E" w:rsidP="00077345">
      <w:pPr>
        <w:spacing w:before="120" w:after="0" w:line="240" w:lineRule="auto"/>
        <w:jc w:val="center"/>
        <w:rPr>
          <w:rFonts w:ascii="Univers 57 Condensed" w:hAnsi="Univers 57 Condensed"/>
          <w:b/>
          <w:bCs/>
          <w:color w:val="000000"/>
          <w:sz w:val="32"/>
          <w:szCs w:val="36"/>
        </w:rPr>
      </w:pPr>
      <w:r w:rsidRPr="009A1953">
        <w:rPr>
          <w:rFonts w:ascii="Univers 57 Condensed" w:hAnsi="Univers 57 Condensed"/>
          <w:b/>
          <w:bCs/>
          <w:color w:val="000000"/>
          <w:sz w:val="32"/>
          <w:szCs w:val="36"/>
        </w:rPr>
        <w:t>ACTE D'ENGAGEMENT DE L'ARCHITECTE</w:t>
      </w:r>
    </w:p>
    <w:p w:rsidR="00BD435E" w:rsidRPr="003026FF" w:rsidRDefault="00BD435E" w:rsidP="00BD435E">
      <w:pPr>
        <w:shd w:val="clear" w:color="auto" w:fill="BFBFBF"/>
        <w:spacing w:after="0" w:line="240" w:lineRule="auto"/>
        <w:jc w:val="center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A - Partie réservée à l'administration :</w:t>
      </w:r>
    </w:p>
    <w:p w:rsidR="00BD435E" w:rsidRDefault="00BD435E" w:rsidP="00077345">
      <w:pPr>
        <w:spacing w:after="0" w:line="240" w:lineRule="auto"/>
        <w:jc w:val="both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Consultation architecturale 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 xml:space="preserve">N° </w:t>
      </w:r>
      <w:r w:rsidR="00F159EE">
        <w:rPr>
          <w:rFonts w:ascii="Univers 57 Condensed" w:hAnsi="Univers 57 Condensed"/>
          <w:b/>
          <w:bCs/>
          <w:color w:val="000000"/>
          <w:sz w:val="24"/>
          <w:szCs w:val="24"/>
        </w:rPr>
        <w:t>01/</w:t>
      </w:r>
      <w:r w:rsidR="00077345">
        <w:rPr>
          <w:rFonts w:ascii="Univers 57 Condensed" w:hAnsi="Univers 57 Condensed"/>
          <w:b/>
          <w:bCs/>
          <w:color w:val="000000"/>
          <w:sz w:val="24"/>
          <w:szCs w:val="24"/>
        </w:rPr>
        <w:t>CA/</w:t>
      </w:r>
      <w:r w:rsidR="00F159EE">
        <w:rPr>
          <w:rFonts w:ascii="Univers 57 Condensed" w:hAnsi="Univers 57 Condensed"/>
          <w:b/>
          <w:bCs/>
          <w:color w:val="000000"/>
          <w:sz w:val="24"/>
          <w:szCs w:val="24"/>
        </w:rPr>
        <w:t>RFM/201</w:t>
      </w:r>
      <w:r w:rsidR="00077345">
        <w:rPr>
          <w:rFonts w:ascii="Univers 57 Condensed" w:hAnsi="Univers 57 Condensed"/>
          <w:b/>
          <w:bCs/>
          <w:color w:val="000000"/>
          <w:sz w:val="24"/>
          <w:szCs w:val="24"/>
        </w:rPr>
        <w:t>8</w:t>
      </w:r>
      <w:r w:rsidR="00557AA0">
        <w:rPr>
          <w:rFonts w:ascii="Univers 57 Condensed" w:hAnsi="Univers 57 Condensed"/>
          <w:b/>
          <w:bCs/>
          <w:color w:val="000000"/>
          <w:sz w:val="24"/>
          <w:szCs w:val="24"/>
        </w:rPr>
        <w:t xml:space="preserve"> du </w:t>
      </w:r>
      <w:r w:rsidR="00077345">
        <w:rPr>
          <w:rFonts w:ascii="Univers 57 Condensed" w:hAnsi="Univers 57 Condensed"/>
          <w:b/>
          <w:bCs/>
          <w:color w:val="000000"/>
          <w:sz w:val="24"/>
          <w:szCs w:val="24"/>
        </w:rPr>
        <w:t>29/03/2018 à 09h 30min</w:t>
      </w:r>
    </w:p>
    <w:p w:rsidR="00077345" w:rsidRPr="00103C2A" w:rsidRDefault="00BD435E" w:rsidP="00077345">
      <w:pPr>
        <w:spacing w:before="120" w:after="0" w:line="240" w:lineRule="auto"/>
        <w:ind w:left="-284" w:firstLine="992"/>
        <w:jc w:val="both"/>
        <w:rPr>
          <w:rFonts w:asciiTheme="majorHAnsi" w:hAnsiTheme="majorHAnsi"/>
          <w:b/>
          <w:bCs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Objet du contrat</w:t>
      </w:r>
      <w:r>
        <w:rPr>
          <w:rFonts w:ascii="Univers 57 Condensed" w:hAnsi="Univers 57 Condensed"/>
          <w:color w:val="000000"/>
          <w:sz w:val="24"/>
          <w:szCs w:val="24"/>
        </w:rPr>
        <w:t> </w:t>
      </w:r>
      <w:r w:rsidRPr="00567EFE">
        <w:rPr>
          <w:rFonts w:ascii="Univers 57 Condensed" w:hAnsi="Univers 57 Condensed"/>
          <w:b/>
          <w:bCs/>
          <w:sz w:val="24"/>
          <w:szCs w:val="24"/>
        </w:rPr>
        <w:t>:</w:t>
      </w:r>
      <w:r w:rsidR="00581D2D" w:rsidRPr="00581D2D">
        <w:rPr>
          <w:rFonts w:ascii="Sakkal Majalla" w:eastAsia="Times New Roman" w:hAnsi="Sakkal Majalla" w:cs="Sakkal Majalla"/>
          <w:b/>
          <w:sz w:val="28"/>
          <w:szCs w:val="28"/>
          <w:lang w:eastAsia="fr-FR"/>
        </w:rPr>
        <w:t xml:space="preserve"> </w:t>
      </w:r>
      <w:r w:rsidR="00077345" w:rsidRPr="00103C2A">
        <w:rPr>
          <w:rFonts w:asciiTheme="majorHAnsi" w:hAnsiTheme="majorHAnsi"/>
          <w:b/>
          <w:bCs/>
        </w:rPr>
        <w:t>ETUDE ARCHITECTURALE ET SUIVI DES TRAVAUX DE CONSTRUCTION D’UN CENTRE DE DIAGNOSTIC A L’HOPITAL MOHAMED V à SEFROU</w:t>
      </w:r>
    </w:p>
    <w:p w:rsidR="00F159EE" w:rsidRDefault="00F159EE" w:rsidP="00077345">
      <w:pPr>
        <w:spacing w:after="0" w:line="240" w:lineRule="auto"/>
        <w:ind w:left="-284"/>
        <w:jc w:val="both"/>
        <w:rPr>
          <w:rFonts w:asciiTheme="majorHAnsi" w:hAnsiTheme="majorHAnsi" w:cs="Calibri"/>
          <w:b/>
          <w:sz w:val="20"/>
          <w:szCs w:val="20"/>
          <w:u w:val="single"/>
        </w:rPr>
      </w:pPr>
    </w:p>
    <w:p w:rsidR="00BD435E" w:rsidRDefault="00D97ECD" w:rsidP="00F159E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Passé</w:t>
      </w:r>
      <w:r w:rsidR="00BD435E" w:rsidRPr="003026FF">
        <w:rPr>
          <w:rFonts w:ascii="Univers 57 Condensed" w:hAnsi="Univers 57 Condensed"/>
          <w:color w:val="000000"/>
          <w:sz w:val="24"/>
          <w:szCs w:val="24"/>
        </w:rPr>
        <w:t xml:space="preserve"> en application de l’alinéa1, du paragraphe 2, de l’article 91, Décret n° 2-12-349 du 8 </w:t>
      </w:r>
      <w:proofErr w:type="spellStart"/>
      <w:r w:rsidR="00BD435E" w:rsidRPr="003026FF">
        <w:rPr>
          <w:rFonts w:ascii="Univers 57 Condensed" w:hAnsi="Univers 57 Condensed"/>
          <w:color w:val="000000"/>
          <w:sz w:val="24"/>
          <w:szCs w:val="24"/>
        </w:rPr>
        <w:t>joumada</w:t>
      </w:r>
      <w:proofErr w:type="spellEnd"/>
      <w:r w:rsidR="00BD435E" w:rsidRPr="003026FF">
        <w:rPr>
          <w:rFonts w:ascii="Univers 57 Condensed" w:hAnsi="Univers 57 Condensed"/>
          <w:color w:val="000000"/>
          <w:sz w:val="24"/>
          <w:szCs w:val="24"/>
        </w:rPr>
        <w:t xml:space="preserve"> Ier 1434 (20 mars2013) relatif aux marchés publics.</w:t>
      </w:r>
    </w:p>
    <w:p w:rsidR="0035192C" w:rsidRPr="00A929D1" w:rsidRDefault="0035192C" w:rsidP="00A929D1">
      <w:pPr>
        <w:spacing w:after="0" w:line="240" w:lineRule="auto"/>
        <w:ind w:firstLine="567"/>
        <w:jc w:val="both"/>
        <w:rPr>
          <w:rFonts w:ascii="Sakkal Majalla" w:eastAsia="Times New Roman" w:hAnsi="Sakkal Majalla" w:cs="Sakkal Majalla"/>
          <w:b/>
          <w:bCs/>
          <w:sz w:val="28"/>
          <w:szCs w:val="28"/>
          <w:lang w:eastAsia="fr-FR"/>
        </w:rPr>
      </w:pPr>
    </w:p>
    <w:p w:rsidR="00BD435E" w:rsidRPr="008475F8" w:rsidRDefault="00BD435E" w:rsidP="00BD435E">
      <w:pPr>
        <w:shd w:val="clear" w:color="auto" w:fill="BFBFBF"/>
        <w:spacing w:after="0" w:line="240" w:lineRule="auto"/>
        <w:jc w:val="center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 xml:space="preserve">B - </w:t>
      </w:r>
      <w:r w:rsidRPr="00275316">
        <w:rPr>
          <w:rFonts w:ascii="Univers 57 Condensed" w:hAnsi="Univers 57 Condensed"/>
          <w:b/>
          <w:bCs/>
          <w:color w:val="000000"/>
          <w:sz w:val="26"/>
          <w:szCs w:val="28"/>
        </w:rPr>
        <w:t>Partie réservée à l’architecte</w:t>
      </w:r>
    </w:p>
    <w:p w:rsidR="00BD435E" w:rsidRPr="003026FF" w:rsidRDefault="00BD435E" w:rsidP="00BD435E">
      <w:pPr>
        <w:spacing w:after="0" w:line="240" w:lineRule="auto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Pour les architectes exerçant la profession à titre privé et sous forme indépendante: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Je (1) soussigné : ……………………………</w:t>
      </w:r>
      <w:r w:rsidR="00C63CCA">
        <w:rPr>
          <w:rFonts w:ascii="Univers 57 Condensed" w:hAnsi="Univers 57 Condensed"/>
          <w:color w:val="000000"/>
          <w:sz w:val="24"/>
          <w:szCs w:val="24"/>
        </w:rPr>
        <w:t>……</w:t>
      </w:r>
      <w:r w:rsidR="00567EFE">
        <w:rPr>
          <w:rFonts w:ascii="Univers 57 Condensed" w:hAnsi="Univers 57 Condensed"/>
          <w:color w:val="000000"/>
          <w:sz w:val="24"/>
          <w:szCs w:val="24"/>
        </w:rPr>
        <w:t>……</w:t>
      </w:r>
      <w:r w:rsidR="00C63CCA">
        <w:rPr>
          <w:rFonts w:ascii="Univers 57 Condensed" w:hAnsi="Univers 57 Condensed"/>
          <w:color w:val="000000"/>
          <w:sz w:val="24"/>
          <w:szCs w:val="24"/>
        </w:rPr>
        <w:t>….</w:t>
      </w: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(Prénom, nom et qualité)</w:t>
      </w:r>
    </w:p>
    <w:p w:rsidR="00BD435E" w:rsidRPr="003026FF" w:rsidRDefault="00567EFE" w:rsidP="00DB02D5">
      <w:pPr>
        <w:spacing w:after="0" w:line="240" w:lineRule="auto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Agissant</w:t>
      </w:r>
      <w:r w:rsidR="00BD435E" w:rsidRPr="003026FF">
        <w:rPr>
          <w:rFonts w:ascii="Univers 57 Condensed" w:hAnsi="Univers 57 Condensed"/>
          <w:color w:val="000000"/>
          <w:sz w:val="24"/>
          <w:szCs w:val="24"/>
        </w:rPr>
        <w:t xml:space="preserve"> en mon nom personnel et pour mon propre compte, adresse du bureau </w:t>
      </w:r>
      <w:r w:rsidR="00DB02D5">
        <w:rPr>
          <w:rFonts w:ascii="Univers 57 Condensed" w:hAnsi="Univers 57 Condensed"/>
          <w:color w:val="000000"/>
          <w:sz w:val="24"/>
          <w:szCs w:val="24"/>
        </w:rPr>
        <w:t>……………</w:t>
      </w:r>
      <w:r w:rsidR="007D6EDF">
        <w:rPr>
          <w:rFonts w:ascii="Univers 57 Condensed" w:hAnsi="Univers 57 Condensed"/>
          <w:color w:val="000000"/>
          <w:sz w:val="24"/>
          <w:szCs w:val="24"/>
        </w:rPr>
        <w:t>……</w:t>
      </w:r>
      <w:r w:rsidR="00465A98">
        <w:rPr>
          <w:rFonts w:ascii="Univers 57 Condensed" w:hAnsi="Univers 57 Condensed"/>
          <w:color w:val="000000"/>
          <w:sz w:val="24"/>
          <w:szCs w:val="24"/>
        </w:rPr>
        <w:t>….</w:t>
      </w:r>
    </w:p>
    <w:p w:rsidR="00BD435E" w:rsidRPr="003026FF" w:rsidRDefault="00465A98" w:rsidP="00BD435E">
      <w:pPr>
        <w:spacing w:after="0" w:line="240" w:lineRule="auto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Affilié</w:t>
      </w:r>
      <w:r w:rsidR="00BD435E" w:rsidRPr="003026FF">
        <w:rPr>
          <w:rFonts w:ascii="Univers 57 Condensed" w:hAnsi="Univers 57 Condensed"/>
          <w:color w:val="000000"/>
          <w:sz w:val="24"/>
          <w:szCs w:val="24"/>
        </w:rPr>
        <w:t xml:space="preserve"> à la CNSS sous le n°…………</w:t>
      </w:r>
      <w:r w:rsidR="00567EFE">
        <w:rPr>
          <w:rFonts w:ascii="Univers 57 Condensed" w:hAnsi="Univers 57 Condensed"/>
          <w:color w:val="000000"/>
          <w:sz w:val="24"/>
          <w:szCs w:val="24"/>
        </w:rPr>
        <w:t>……</w:t>
      </w:r>
      <w:r w:rsidR="00BD435E" w:rsidRPr="003026FF">
        <w:rPr>
          <w:rFonts w:ascii="Univers 57 Condensed" w:hAnsi="Univers 57 Condensed"/>
          <w:color w:val="000000"/>
          <w:sz w:val="24"/>
          <w:szCs w:val="24"/>
        </w:rPr>
        <w:t>…/…………………………………</w:t>
      </w:r>
      <w:r w:rsidR="007D6EDF">
        <w:rPr>
          <w:rFonts w:ascii="Univers 57 Condensed" w:hAnsi="Univers 57 Condensed"/>
          <w:color w:val="000000"/>
          <w:sz w:val="24"/>
          <w:szCs w:val="24"/>
        </w:rPr>
        <w:t>………………………………..</w:t>
      </w:r>
    </w:p>
    <w:p w:rsidR="00BD435E" w:rsidRPr="003026FF" w:rsidRDefault="00567EFE" w:rsidP="00DB02D5">
      <w:pPr>
        <w:spacing w:after="0" w:line="240" w:lineRule="auto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</w:t>
      </w:r>
      <w:r w:rsidR="00BD435E" w:rsidRPr="003026FF">
        <w:rPr>
          <w:rFonts w:ascii="Univers 57 Condensed" w:hAnsi="Univers 57 Condensed"/>
          <w:color w:val="000000"/>
          <w:sz w:val="24"/>
          <w:szCs w:val="24"/>
        </w:rPr>
        <w:t xml:space="preserve">° de l’autorisation d'exercer la profession d'architecte </w:t>
      </w:r>
      <w:r w:rsidR="00DB02D5">
        <w:rPr>
          <w:rFonts w:ascii="Univers 57 Condensed" w:hAnsi="Univers 57 Condensed"/>
          <w:color w:val="000000"/>
          <w:sz w:val="24"/>
          <w:szCs w:val="24"/>
        </w:rPr>
        <w:t>………………………</w:t>
      </w:r>
      <w:r w:rsidR="00465A98">
        <w:rPr>
          <w:rFonts w:ascii="Univers 57 Condensed" w:hAnsi="Univers 57 Condensed"/>
          <w:color w:val="000000"/>
          <w:sz w:val="24"/>
          <w:szCs w:val="24"/>
        </w:rPr>
        <w:t>………………..</w:t>
      </w:r>
    </w:p>
    <w:p w:rsidR="00BD435E" w:rsidRPr="003026FF" w:rsidRDefault="00567EFE" w:rsidP="00BD435E">
      <w:pPr>
        <w:spacing w:after="0" w:line="240" w:lineRule="auto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</w:t>
      </w:r>
      <w:r w:rsidR="00BD435E" w:rsidRPr="003026FF">
        <w:rPr>
          <w:rFonts w:ascii="Univers 57 Condensed" w:hAnsi="Univers 57 Condensed"/>
          <w:color w:val="000000"/>
          <w:sz w:val="24"/>
          <w:szCs w:val="24"/>
        </w:rPr>
        <w:t>° de la taxe professionnelle ………………………………………………</w:t>
      </w:r>
      <w:r w:rsidR="00465A98">
        <w:rPr>
          <w:rFonts w:ascii="Univers 57 Condensed" w:hAnsi="Univers 57 Condensed"/>
          <w:color w:val="000000"/>
          <w:sz w:val="24"/>
          <w:szCs w:val="24"/>
        </w:rPr>
        <w:t>…………</w:t>
      </w:r>
    </w:p>
    <w:p w:rsidR="00BD435E" w:rsidRPr="003026FF" w:rsidRDefault="00BD435E" w:rsidP="00BD435E">
      <w:pPr>
        <w:spacing w:after="0" w:line="240" w:lineRule="auto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Pour les sociétés d’architectes :</w:t>
      </w:r>
    </w:p>
    <w:p w:rsidR="00BD435E" w:rsidRPr="003026FF" w:rsidRDefault="00BD435E" w:rsidP="009E21E2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Je (1), soussigné ………………………………………</w:t>
      </w:r>
      <w:r w:rsidR="009E21E2">
        <w:rPr>
          <w:rFonts w:ascii="Univers 57 Condensed" w:hAnsi="Univers 57 Condensed"/>
          <w:color w:val="000000"/>
          <w:sz w:val="24"/>
          <w:szCs w:val="24"/>
        </w:rPr>
        <w:t>……</w:t>
      </w:r>
      <w:r w:rsidRPr="003026FF">
        <w:rPr>
          <w:rFonts w:ascii="Univers 57 Condensed" w:hAnsi="Univers 57 Condensed"/>
          <w:color w:val="000000"/>
          <w:sz w:val="24"/>
          <w:szCs w:val="24"/>
        </w:rPr>
        <w:t>……</w:t>
      </w:r>
      <w:r w:rsidR="009E21E2">
        <w:rPr>
          <w:rFonts w:ascii="Univers 57 Condensed" w:hAnsi="Univers 57 Condensed"/>
          <w:color w:val="000000"/>
          <w:sz w:val="24"/>
          <w:szCs w:val="24"/>
        </w:rPr>
        <w:t xml:space="preserve">.. </w:t>
      </w: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(Prénom, nom et qualité dans la société) agissant au  nom et  pour  le compte de  ……………………………………….... (Raison sociale et  forme  juridique  de la société) au capital de : ……………………………………………………………………. adresse du siège social de la société 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………………………….</w:t>
      </w: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                                    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Affiliée à la CNSS sous le n° 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……………………………</w:t>
      </w: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                                                 .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N° de  l’autorisation  d'exercer  la profession d'architecte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</w:t>
      </w:r>
      <w:r w:rsidR="00567EFE">
        <w:rPr>
          <w:rFonts w:ascii="Univers 57 Condensed" w:hAnsi="Univers 57 Condensed"/>
          <w:color w:val="000000"/>
          <w:sz w:val="24"/>
          <w:szCs w:val="24"/>
        </w:rPr>
        <w:t>……..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……………………..</w:t>
      </w: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            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N° de  la taxe professionnelle  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………………………………………</w:t>
      </w:r>
      <w:r w:rsidR="00567EFE">
        <w:rPr>
          <w:rFonts w:ascii="Univers 57 Condensed" w:hAnsi="Univers 57 Condensed"/>
          <w:color w:val="000000"/>
          <w:sz w:val="24"/>
          <w:szCs w:val="24"/>
        </w:rPr>
        <w:t>……………..</w:t>
      </w:r>
      <w:r w:rsidR="00274A52">
        <w:rPr>
          <w:rFonts w:ascii="Univers 57 Condensed" w:hAnsi="Univers 57 Condensed"/>
          <w:color w:val="000000"/>
          <w:sz w:val="24"/>
          <w:szCs w:val="24"/>
        </w:rPr>
        <w:t>……….</w:t>
      </w: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                                                     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5A6B10">
        <w:rPr>
          <w:rFonts w:ascii="Univers 57 Condensed" w:hAnsi="Univers 57 Condensed"/>
          <w:b/>
          <w:bCs/>
          <w:color w:val="000000"/>
          <w:sz w:val="24"/>
          <w:szCs w:val="24"/>
        </w:rPr>
        <w:t>En vertu  des pouvoirs qui me sont conférés</w:t>
      </w: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 :</w:t>
      </w:r>
    </w:p>
    <w:p w:rsidR="00BD435E" w:rsidRPr="003026FF" w:rsidRDefault="00BD435E" w:rsidP="00BD435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Univers 57 Condensed" w:hAnsi="Univers 57 Condensed" w:cs="Calibri"/>
          <w:color w:val="000000"/>
          <w:sz w:val="24"/>
          <w:szCs w:val="24"/>
        </w:rPr>
      </w:pPr>
      <w:r w:rsidRPr="003026FF">
        <w:rPr>
          <w:rFonts w:ascii="Arial Narrow" w:hAnsi="Arial Narrow" w:cs="Arial Narrow"/>
          <w:color w:val="000000"/>
          <w:sz w:val="24"/>
          <w:szCs w:val="24"/>
        </w:rPr>
        <w:t>Après avoir pris connaissance du dossier de la consultation architecturale concernant les prestations précisées en objet de la partie A ci-dessus;</w:t>
      </w:r>
    </w:p>
    <w:p w:rsidR="00BD435E" w:rsidRPr="003026FF" w:rsidRDefault="00BD435E" w:rsidP="00BD435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Arial Narrow" w:hAnsi="Arial Narrow" w:cs="Arial Narrow"/>
          <w:color w:val="000000"/>
          <w:sz w:val="24"/>
          <w:szCs w:val="24"/>
        </w:rPr>
        <w:t>Après avoir apprécié à mon point de vue et sous ma responsabilité la nature  et les diffic</w:t>
      </w:r>
      <w:r w:rsidRPr="003026FF">
        <w:rPr>
          <w:rFonts w:ascii="Univers 57 Condensed" w:hAnsi="Univers 57 Condensed"/>
          <w:color w:val="000000"/>
          <w:sz w:val="24"/>
          <w:szCs w:val="24"/>
        </w:rPr>
        <w:t>ultés  que comportent ces prestations:</w:t>
      </w:r>
    </w:p>
    <w:p w:rsidR="00BD435E" w:rsidRPr="008475F8" w:rsidRDefault="00BD435E" w:rsidP="001C52B5">
      <w:pPr>
        <w:numPr>
          <w:ilvl w:val="0"/>
          <w:numId w:val="2"/>
        </w:numPr>
        <w:tabs>
          <w:tab w:val="clear" w:pos="142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M'eng</w:t>
      </w:r>
      <w:bookmarkStart w:id="0" w:name="_GoBack"/>
      <w:bookmarkEnd w:id="0"/>
      <w:r w:rsidRPr="003026FF">
        <w:rPr>
          <w:rFonts w:ascii="Univers 57 Condensed" w:hAnsi="Univers 57 Condensed"/>
          <w:color w:val="000000"/>
          <w:sz w:val="24"/>
          <w:szCs w:val="24"/>
        </w:rPr>
        <w:t>age, si le projet, présenté par  (moi ou notre société) pour l’exécution des prestations précisés en objet du A ci-dessus et joint au présent acte d'engagement, est choisi par le Maître d'Ouvrage, à exécuter lesdites prestations conformément aux conditions des pièces produites par (moi ou notre société), en exécution du programme de la consultation architecturale et  moyennant les proposition d'honoraires établies par moi-même dans la proposition financière que j'ai dressée, après avoir apprécié à mon point de vue et sous ma responsabilité la nature et la difficulté des prestations à exécuter, dont j'ai  arrêté  :</w:t>
      </w: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Pourcentage proposé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ab/>
        <w:t>: ………</w:t>
      </w:r>
      <w:r w:rsidR="00567EFE">
        <w:rPr>
          <w:rFonts w:ascii="Univers 57 Condensed" w:hAnsi="Univers 57 Condensed"/>
          <w:b/>
          <w:bCs/>
          <w:color w:val="000000"/>
          <w:sz w:val="24"/>
          <w:szCs w:val="24"/>
        </w:rPr>
        <w:t>…………….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…</w:t>
      </w:r>
      <w:r w:rsidR="006C713A">
        <w:rPr>
          <w:rFonts w:ascii="Univers 57 Condensed" w:hAnsi="Univers 57 Condensed"/>
          <w:b/>
          <w:bCs/>
          <w:color w:val="000000"/>
          <w:sz w:val="24"/>
          <w:szCs w:val="24"/>
        </w:rPr>
        <w:t>…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…………</w:t>
      </w:r>
      <w:r w:rsidR="006C713A">
        <w:rPr>
          <w:rFonts w:ascii="Univers 57 Condensed" w:hAnsi="Univers 57 Condensed"/>
          <w:b/>
          <w:bCs/>
          <w:color w:val="000000"/>
          <w:sz w:val="24"/>
          <w:szCs w:val="24"/>
        </w:rPr>
        <w:t>…….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… (En pourcentage).</w:t>
      </w:r>
    </w:p>
    <w:p w:rsidR="00BD435E" w:rsidRPr="005A6B10" w:rsidRDefault="00BD435E" w:rsidP="00BD435E">
      <w:pPr>
        <w:spacing w:after="0" w:line="240" w:lineRule="auto"/>
        <w:jc w:val="both"/>
        <w:rPr>
          <w:rFonts w:ascii="Univers 57 Condensed" w:hAnsi="Univers 57 Condensed"/>
          <w:b/>
          <w:bCs/>
          <w:color w:val="000000"/>
          <w:sz w:val="24"/>
          <w:szCs w:val="24"/>
        </w:rPr>
      </w:pP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 xml:space="preserve">Taux de la TVA 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ab/>
        <w:t>: ………….…………</w:t>
      </w:r>
      <w:r w:rsidR="00567EFE">
        <w:rPr>
          <w:rFonts w:ascii="Univers 57 Condensed" w:hAnsi="Univers 57 Condensed"/>
          <w:b/>
          <w:bCs/>
          <w:color w:val="000000"/>
          <w:sz w:val="24"/>
          <w:szCs w:val="24"/>
        </w:rPr>
        <w:t>………</w:t>
      </w:r>
      <w:r w:rsidR="006C713A">
        <w:rPr>
          <w:rFonts w:ascii="Univers 57 Condensed" w:hAnsi="Univers 57 Condensed"/>
          <w:b/>
          <w:bCs/>
          <w:color w:val="000000"/>
          <w:sz w:val="24"/>
          <w:szCs w:val="24"/>
        </w:rPr>
        <w:t>………</w:t>
      </w:r>
      <w:r w:rsidR="00567EFE">
        <w:rPr>
          <w:rFonts w:ascii="Univers 57 Condensed" w:hAnsi="Univers 57 Condensed"/>
          <w:b/>
          <w:bCs/>
          <w:color w:val="000000"/>
          <w:sz w:val="24"/>
          <w:szCs w:val="24"/>
        </w:rPr>
        <w:t>…….</w:t>
      </w:r>
      <w:r w:rsidRPr="003026FF">
        <w:rPr>
          <w:rFonts w:ascii="Univers 57 Condensed" w:hAnsi="Univers 57 Condensed"/>
          <w:b/>
          <w:bCs/>
          <w:color w:val="000000"/>
          <w:sz w:val="24"/>
          <w:szCs w:val="24"/>
        </w:rPr>
        <w:t>… (En pourcentage).</w:t>
      </w:r>
    </w:p>
    <w:p w:rsidR="00BD435E" w:rsidRPr="003026FF" w:rsidRDefault="00BD435E" w:rsidP="00BD435E">
      <w:pPr>
        <w:numPr>
          <w:ilvl w:val="0"/>
          <w:numId w:val="2"/>
        </w:numPr>
        <w:tabs>
          <w:tab w:val="clear" w:pos="142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Je m'engage à terminer les prestations jusqu'à la réception définitive des travaux.</w:t>
      </w:r>
    </w:p>
    <w:p w:rsidR="00BD435E" w:rsidRPr="008475F8" w:rsidRDefault="00BD435E" w:rsidP="00BD435E">
      <w:pPr>
        <w:numPr>
          <w:ilvl w:val="0"/>
          <w:numId w:val="2"/>
        </w:numPr>
        <w:tabs>
          <w:tab w:val="clear" w:pos="1425"/>
          <w:tab w:val="num" w:pos="330"/>
        </w:tabs>
        <w:spacing w:after="0" w:line="240" w:lineRule="auto"/>
        <w:ind w:left="330" w:hanging="330"/>
        <w:jc w:val="both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Je m'engage, si l'une des primes prévues dans le programme du concours architectural est attribuée à mon projet, à me conformer aux stipulations dudit programme.</w:t>
      </w:r>
    </w:p>
    <w:p w:rsidR="00BD435E" w:rsidRPr="003026FF" w:rsidRDefault="001C52B5" w:rsidP="001C52B5">
      <w:pPr>
        <w:spacing w:after="0" w:line="240" w:lineRule="auto"/>
        <w:jc w:val="both"/>
        <w:rPr>
          <w:rFonts w:ascii="Univers 57 Condensed" w:hAnsi="Univers 57 Condensed"/>
          <w:color w:val="000000"/>
          <w:sz w:val="24"/>
          <w:szCs w:val="24"/>
        </w:rPr>
      </w:pPr>
      <w:r>
        <w:rPr>
          <w:rFonts w:ascii="Univers 57 Condensed" w:hAnsi="Univers 57 Condensed"/>
          <w:color w:val="000000"/>
          <w:sz w:val="24"/>
          <w:szCs w:val="24"/>
        </w:rPr>
        <w:t>La Région Fès-Meknès</w:t>
      </w:r>
      <w:r w:rsidR="00BD435E">
        <w:rPr>
          <w:rFonts w:ascii="Univers 57 Condensed" w:hAnsi="Univers 57 Condensed"/>
          <w:color w:val="000000"/>
          <w:sz w:val="24"/>
          <w:szCs w:val="24"/>
        </w:rPr>
        <w:t xml:space="preserve"> </w:t>
      </w:r>
      <w:r w:rsidR="00BD435E" w:rsidRPr="003026FF">
        <w:rPr>
          <w:rFonts w:ascii="Univers 57 Condensed" w:hAnsi="Univers 57 Condensed"/>
          <w:color w:val="000000"/>
          <w:sz w:val="24"/>
          <w:szCs w:val="24"/>
        </w:rPr>
        <w:t>se libèrera des sommes dues par elle en faisant donner  crédit au compte  (à la trésorerie  générale,  bancaire, ou postal) (2) ouvert  à mon nom(ou au nom  de la société) à………………………</w:t>
      </w:r>
      <w:proofErr w:type="gramStart"/>
      <w:r w:rsidR="00BD435E" w:rsidRPr="003026FF">
        <w:rPr>
          <w:rFonts w:ascii="Univers 57 Condensed" w:hAnsi="Univers 57 Condensed"/>
          <w:color w:val="000000"/>
          <w:sz w:val="24"/>
          <w:szCs w:val="24"/>
        </w:rPr>
        <w:t>…(</w:t>
      </w:r>
      <w:proofErr w:type="gramEnd"/>
      <w:r w:rsidR="00BD435E" w:rsidRPr="003026FF">
        <w:rPr>
          <w:rFonts w:ascii="Univers 57 Condensed" w:hAnsi="Univers 57 Condensed"/>
          <w:color w:val="000000"/>
          <w:sz w:val="24"/>
          <w:szCs w:val="24"/>
        </w:rPr>
        <w:t>localité), sous  relevé d'identification bancaire (RIB) numéro : …………………………</w:t>
      </w:r>
    </w:p>
    <w:p w:rsidR="001C52B5" w:rsidRDefault="00BD435E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 xml:space="preserve">Fait à ..........................le ................................ </w:t>
      </w:r>
    </w:p>
    <w:p w:rsidR="00BD435E" w:rsidRDefault="00BD435E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  <w:r w:rsidRPr="003026FF">
        <w:rPr>
          <w:rFonts w:ascii="Univers 57 Condensed" w:hAnsi="Univers 57 Condensed"/>
          <w:color w:val="000000"/>
          <w:sz w:val="24"/>
          <w:szCs w:val="24"/>
        </w:rPr>
        <w:t>(Signature  et cachet de l’architecte)</w:t>
      </w: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1C52B5" w:rsidRPr="00BD435E" w:rsidRDefault="001C52B5" w:rsidP="00BD435E">
      <w:pPr>
        <w:spacing w:after="0" w:line="240" w:lineRule="auto"/>
        <w:jc w:val="right"/>
        <w:rPr>
          <w:rFonts w:ascii="Univers 57 Condensed" w:hAnsi="Univers 57 Condensed"/>
          <w:color w:val="000000"/>
          <w:sz w:val="24"/>
          <w:szCs w:val="24"/>
        </w:rPr>
      </w:pPr>
    </w:p>
    <w:p w:rsidR="00BD435E" w:rsidRPr="003026FF" w:rsidRDefault="00BD435E" w:rsidP="00BD435E">
      <w:pPr>
        <w:spacing w:after="0" w:line="240" w:lineRule="auto"/>
        <w:jc w:val="both"/>
        <w:rPr>
          <w:rFonts w:ascii="Univers 57 Condensed" w:hAnsi="Univers 57 Condensed"/>
          <w:color w:val="000000"/>
          <w:sz w:val="20"/>
          <w:szCs w:val="20"/>
        </w:rPr>
      </w:pPr>
      <w:r w:rsidRPr="003026FF">
        <w:rPr>
          <w:rFonts w:ascii="Univers 57 Condensed" w:hAnsi="Univers 57 Condensed"/>
          <w:color w:val="000000"/>
          <w:sz w:val="20"/>
          <w:szCs w:val="20"/>
        </w:rPr>
        <w:t>(1) Lorsqu'il s'agit d'un groupement, ses membres doivent :</w:t>
      </w:r>
    </w:p>
    <w:p w:rsidR="00BD435E" w:rsidRPr="003026FF" w:rsidRDefault="00BD435E" w:rsidP="00BD435E">
      <w:pPr>
        <w:spacing w:after="0" w:line="240" w:lineRule="auto"/>
        <w:ind w:left="220" w:hanging="220"/>
        <w:jc w:val="both"/>
        <w:rPr>
          <w:rFonts w:ascii="Univers 57 Condensed" w:hAnsi="Univers 57 Condensed"/>
          <w:color w:val="000000"/>
          <w:sz w:val="20"/>
          <w:szCs w:val="20"/>
        </w:rPr>
      </w:pPr>
      <w:r w:rsidRPr="003026FF">
        <w:rPr>
          <w:rFonts w:ascii="Univers 57 Condensed" w:hAnsi="Univers 57 Condensed"/>
          <w:color w:val="000000"/>
          <w:sz w:val="20"/>
          <w:szCs w:val="20"/>
        </w:rPr>
        <w:t>a-</w:t>
      </w:r>
      <w:r w:rsidRPr="003026FF">
        <w:rPr>
          <w:rFonts w:ascii="Univers 57 Condensed" w:hAnsi="Univers 57 Condensed"/>
          <w:color w:val="000000"/>
          <w:sz w:val="20"/>
          <w:szCs w:val="20"/>
        </w:rPr>
        <w:tab/>
        <w:t>Mettre : "Nous, soussignés…………….nous obligeons conjointement/ou solidairement (choisir la mention adéquate et ajouter au reste de l'acte d'engagement les rectifications grammaticales correspondantes)</w:t>
      </w:r>
    </w:p>
    <w:p w:rsidR="00BD435E" w:rsidRPr="003026FF" w:rsidRDefault="00BD435E" w:rsidP="00BD435E">
      <w:pPr>
        <w:spacing w:after="0" w:line="240" w:lineRule="auto"/>
        <w:ind w:left="220" w:hanging="220"/>
        <w:jc w:val="both"/>
        <w:rPr>
          <w:rFonts w:ascii="Univers 57 Condensed" w:hAnsi="Univers 57 Condensed"/>
          <w:color w:val="000000"/>
          <w:sz w:val="20"/>
          <w:szCs w:val="20"/>
        </w:rPr>
      </w:pPr>
      <w:r w:rsidRPr="003026FF">
        <w:rPr>
          <w:rFonts w:ascii="Univers 57 Condensed" w:hAnsi="Univers 57 Condensed"/>
          <w:color w:val="000000"/>
          <w:sz w:val="20"/>
          <w:szCs w:val="20"/>
        </w:rPr>
        <w:t>b-</w:t>
      </w:r>
      <w:r w:rsidRPr="003026FF">
        <w:rPr>
          <w:rFonts w:ascii="Univers 57 Condensed" w:hAnsi="Univers 57 Condensed"/>
          <w:color w:val="000000"/>
          <w:sz w:val="20"/>
          <w:szCs w:val="20"/>
        </w:rPr>
        <w:tab/>
        <w:t>Ajouter l'alinéa suivant : « désignons, (prenons, noms et qualité) en tant que mandataire du groupement   ».</w:t>
      </w:r>
    </w:p>
    <w:p w:rsidR="00BD435E" w:rsidRDefault="00BD435E" w:rsidP="00BD435E">
      <w:pPr>
        <w:spacing w:after="0" w:line="240" w:lineRule="auto"/>
        <w:ind w:left="220" w:hanging="220"/>
        <w:jc w:val="both"/>
        <w:rPr>
          <w:rFonts w:ascii="Univers 57 Condensed" w:hAnsi="Univers 57 Condensed"/>
          <w:color w:val="000000"/>
          <w:sz w:val="20"/>
          <w:szCs w:val="20"/>
        </w:rPr>
      </w:pPr>
      <w:r w:rsidRPr="003026FF">
        <w:rPr>
          <w:rFonts w:ascii="Univers 57 Condensed" w:hAnsi="Univers 57 Condensed"/>
          <w:color w:val="000000"/>
          <w:sz w:val="20"/>
          <w:szCs w:val="20"/>
        </w:rPr>
        <w:t>c-</w:t>
      </w:r>
      <w:r w:rsidRPr="003026FF">
        <w:rPr>
          <w:rFonts w:ascii="Univers 57 Condensed" w:hAnsi="Univers 57 Condensed"/>
          <w:color w:val="000000"/>
          <w:sz w:val="20"/>
          <w:szCs w:val="20"/>
        </w:rPr>
        <w:tab/>
        <w:t>Préciser la ou les parties des prestations que chacun des membres du groupement s'engage à réaliser pour le groupement conjoint.</w:t>
      </w:r>
    </w:p>
    <w:p w:rsidR="00830446" w:rsidRPr="003026FF" w:rsidRDefault="00830446" w:rsidP="00BD435E">
      <w:pPr>
        <w:spacing w:after="0" w:line="240" w:lineRule="auto"/>
        <w:ind w:left="220" w:hanging="220"/>
        <w:jc w:val="both"/>
        <w:rPr>
          <w:rFonts w:ascii="Univers 57 Condensed" w:hAnsi="Univers 57 Condensed"/>
          <w:color w:val="000000"/>
          <w:sz w:val="20"/>
          <w:szCs w:val="20"/>
        </w:rPr>
      </w:pPr>
    </w:p>
    <w:p w:rsidR="00BD435E" w:rsidRPr="003026FF" w:rsidRDefault="00BD435E" w:rsidP="00BD435E">
      <w:pPr>
        <w:spacing w:after="0" w:line="240" w:lineRule="auto"/>
        <w:ind w:left="220" w:hanging="220"/>
        <w:jc w:val="both"/>
        <w:rPr>
          <w:rFonts w:ascii="Univers 57 Condensed" w:hAnsi="Univers 57 Condensed"/>
          <w:color w:val="000000"/>
          <w:sz w:val="20"/>
          <w:szCs w:val="20"/>
        </w:rPr>
      </w:pPr>
      <w:r w:rsidRPr="003026FF">
        <w:rPr>
          <w:rFonts w:ascii="Univers 57 Condensed" w:hAnsi="Univers 57 Condensed"/>
          <w:color w:val="000000"/>
          <w:sz w:val="20"/>
          <w:szCs w:val="20"/>
        </w:rPr>
        <w:t>d-</w:t>
      </w:r>
      <w:r w:rsidRPr="003026FF">
        <w:rPr>
          <w:rFonts w:ascii="Univers 57 Condensed" w:hAnsi="Univers 57 Condensed"/>
          <w:color w:val="000000"/>
          <w:sz w:val="20"/>
          <w:szCs w:val="20"/>
        </w:rPr>
        <w:tab/>
        <w:t>Préciser la ou les parties des prestations que chacun des membres du groupement s'engage à réaliser, le cas échéant, pour le groupement solidaire.</w:t>
      </w:r>
    </w:p>
    <w:sectPr w:rsidR="00BD435E" w:rsidRPr="003026FF" w:rsidSect="00BD435E">
      <w:pgSz w:w="11906" w:h="16838"/>
      <w:pgMar w:top="426" w:right="1417" w:bottom="56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57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195D"/>
    <w:multiLevelType w:val="hybridMultilevel"/>
    <w:tmpl w:val="5ABAF63A"/>
    <w:lvl w:ilvl="0" w:tplc="EF6241AC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84E6A69"/>
    <w:multiLevelType w:val="hybridMultilevel"/>
    <w:tmpl w:val="134A7FEA"/>
    <w:lvl w:ilvl="0" w:tplc="EF6241A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596770"/>
    <w:multiLevelType w:val="hybridMultilevel"/>
    <w:tmpl w:val="17CA2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69BD"/>
    <w:rsid w:val="00077345"/>
    <w:rsid w:val="000A5555"/>
    <w:rsid w:val="000E4351"/>
    <w:rsid w:val="00122774"/>
    <w:rsid w:val="001C52B5"/>
    <w:rsid w:val="001E29A9"/>
    <w:rsid w:val="00224AD2"/>
    <w:rsid w:val="00274A52"/>
    <w:rsid w:val="00275316"/>
    <w:rsid w:val="0035192C"/>
    <w:rsid w:val="003C5470"/>
    <w:rsid w:val="003F47DD"/>
    <w:rsid w:val="0041297B"/>
    <w:rsid w:val="00465A98"/>
    <w:rsid w:val="004925E1"/>
    <w:rsid w:val="004A7051"/>
    <w:rsid w:val="00557AA0"/>
    <w:rsid w:val="00567EFE"/>
    <w:rsid w:val="00581D2D"/>
    <w:rsid w:val="005D2638"/>
    <w:rsid w:val="00614A0D"/>
    <w:rsid w:val="00673A81"/>
    <w:rsid w:val="006C713A"/>
    <w:rsid w:val="007D6EDF"/>
    <w:rsid w:val="00824186"/>
    <w:rsid w:val="00830446"/>
    <w:rsid w:val="0097343E"/>
    <w:rsid w:val="009E21E2"/>
    <w:rsid w:val="00A929D1"/>
    <w:rsid w:val="00AB69BD"/>
    <w:rsid w:val="00AD7BD3"/>
    <w:rsid w:val="00B6354A"/>
    <w:rsid w:val="00BD435E"/>
    <w:rsid w:val="00C63CCA"/>
    <w:rsid w:val="00C9501E"/>
    <w:rsid w:val="00D4594F"/>
    <w:rsid w:val="00D97ECD"/>
    <w:rsid w:val="00DB02D5"/>
    <w:rsid w:val="00DB4400"/>
    <w:rsid w:val="00F159EE"/>
    <w:rsid w:val="00F55A43"/>
    <w:rsid w:val="00F8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5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5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%20raoui%20d&#233;l&#233;g\Desktop\exercice%202014\investissement\01%20CA%20ZAG%202014\36%20CA%20ZAG%202014\acte%20d'engagement%20et%20d&#233;claration%20sur%20l'honneu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acte d'engagement et déclaration sur l'honneur</Template>
  <TotalTime>63</TotalTime>
  <Pages>2</Pages>
  <Words>603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raoui délég</dc:creator>
  <cp:lastModifiedBy>Sony</cp:lastModifiedBy>
  <cp:revision>45</cp:revision>
  <cp:lastPrinted>2016-07-19T09:30:00Z</cp:lastPrinted>
  <dcterms:created xsi:type="dcterms:W3CDTF">2014-09-02T10:23:00Z</dcterms:created>
  <dcterms:modified xsi:type="dcterms:W3CDTF">2018-03-07T15:35:00Z</dcterms:modified>
</cp:coreProperties>
</file>